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4AF0D" w14:textId="77777777" w:rsidR="000B489C" w:rsidRPr="003945AA" w:rsidRDefault="003E0BEB" w:rsidP="003945AA">
      <w:pPr>
        <w:rPr>
          <w:rFonts w:ascii="Calibri" w:hAnsi="Calibri"/>
        </w:rPr>
      </w:pPr>
      <w:r w:rsidRPr="003945AA">
        <w:rPr>
          <w:rFonts w:ascii="Calibri" w:hAnsi="Calibri"/>
        </w:rPr>
        <w:t>Name: _________________________________</w:t>
      </w:r>
      <w:r w:rsidRPr="003945AA">
        <w:rPr>
          <w:rFonts w:ascii="Calibri" w:hAnsi="Calibri"/>
        </w:rPr>
        <w:tab/>
        <w:t>Period: _______</w:t>
      </w:r>
      <w:r w:rsidRPr="003945AA">
        <w:rPr>
          <w:rFonts w:ascii="Calibri" w:hAnsi="Calibri"/>
        </w:rPr>
        <w:tab/>
        <w:t>Date: _____________</w:t>
      </w:r>
    </w:p>
    <w:p w14:paraId="333C5B11" w14:textId="77777777" w:rsidR="003E0BEB" w:rsidRPr="003945AA" w:rsidRDefault="003E0BEB" w:rsidP="003945AA">
      <w:pPr>
        <w:rPr>
          <w:rFonts w:ascii="Calibri" w:hAnsi="Calibri"/>
        </w:rPr>
      </w:pPr>
    </w:p>
    <w:p w14:paraId="2D7E70BF" w14:textId="28B915C9" w:rsidR="003945AA" w:rsidRPr="003945AA" w:rsidRDefault="00DF2860" w:rsidP="003945AA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Times"/>
          <w:b/>
          <w:sz w:val="36"/>
          <w:szCs w:val="36"/>
        </w:rPr>
      </w:pPr>
      <w:r>
        <w:rPr>
          <w:rFonts w:ascii="Calibri" w:hAnsi="Calibri" w:cs="Times"/>
          <w:b/>
          <w:sz w:val="36"/>
          <w:szCs w:val="36"/>
        </w:rPr>
        <w:t>Periodic Trends Homework</w:t>
      </w:r>
    </w:p>
    <w:p w14:paraId="66B8137F" w14:textId="77777777" w:rsidR="003945AA" w:rsidRPr="003945AA" w:rsidRDefault="003945AA" w:rsidP="003945A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Define the following:</w:t>
      </w:r>
    </w:p>
    <w:p w14:paraId="3ED0CD3F" w14:textId="77777777" w:rsid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Electronegativity</w:t>
      </w:r>
      <w:r>
        <w:rPr>
          <w:rFonts w:ascii="Calibri" w:hAnsi="Calibri" w:cs="Book Antiqua"/>
        </w:rPr>
        <w:t>:</w:t>
      </w:r>
    </w:p>
    <w:p w14:paraId="6B5EC91E" w14:textId="77777777" w:rsidR="003945AA" w:rsidRPr="003945AA" w:rsidRDefault="003945AA" w:rsidP="003945AA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ascii="Calibri" w:hAnsi="Calibri" w:cs="Book Antiqua"/>
        </w:rPr>
      </w:pPr>
    </w:p>
    <w:p w14:paraId="2E567EEF" w14:textId="77777777" w:rsid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Ionization energy</w:t>
      </w:r>
      <w:r>
        <w:rPr>
          <w:rFonts w:ascii="Calibri" w:hAnsi="Calibri" w:cs="Book Antiqua"/>
        </w:rPr>
        <w:t xml:space="preserve">: </w:t>
      </w:r>
    </w:p>
    <w:p w14:paraId="47505431" w14:textId="77777777" w:rsidR="003945AA" w:rsidRPr="003945AA" w:rsidRDefault="003945AA" w:rsidP="003945AA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ascii="Calibri" w:hAnsi="Calibri" w:cs="Book Antiqua"/>
        </w:rPr>
      </w:pPr>
    </w:p>
    <w:p w14:paraId="6FBAAC92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Times"/>
        </w:rPr>
      </w:pPr>
      <w:r w:rsidRPr="003945AA">
        <w:rPr>
          <w:rFonts w:ascii="Calibri" w:hAnsi="Calibri" w:cs="Book Antiqua"/>
        </w:rPr>
        <w:t>Atomic radius</w:t>
      </w:r>
      <w:r>
        <w:rPr>
          <w:rFonts w:ascii="Calibri" w:hAnsi="Calibri" w:cs="Book Antiqua"/>
        </w:rPr>
        <w:t xml:space="preserve">: </w:t>
      </w:r>
    </w:p>
    <w:p w14:paraId="677B55E5" w14:textId="77777777" w:rsidR="003945AA" w:rsidRPr="003945AA" w:rsidRDefault="003945AA" w:rsidP="003945AA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ascii="Calibri" w:hAnsi="Calibri" w:cs="Times"/>
        </w:rPr>
      </w:pPr>
    </w:p>
    <w:p w14:paraId="019B31F3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Rank the following elements by increasing atomic ra</w:t>
      </w:r>
      <w:r>
        <w:rPr>
          <w:rFonts w:ascii="Calibri" w:hAnsi="Calibri" w:cs="Book Antiqua"/>
        </w:rPr>
        <w:t xml:space="preserve">dius: carbon, aluminum, oxygen, </w:t>
      </w:r>
      <w:r w:rsidRPr="003945AA">
        <w:rPr>
          <w:rFonts w:ascii="Calibri" w:hAnsi="Calibri" w:cs="Book Antiqua"/>
        </w:rPr>
        <w:t xml:space="preserve">potassium. </w:t>
      </w:r>
    </w:p>
    <w:p w14:paraId="39D7DF24" w14:textId="77777777" w:rsidR="003945AA" w:rsidRP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720"/>
        <w:rPr>
          <w:rFonts w:ascii="Calibri" w:hAnsi="Calibri" w:cs="Book Antiqua"/>
        </w:rPr>
      </w:pPr>
    </w:p>
    <w:p w14:paraId="299833D5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Rank the following elements by increasing electronegativity: sulfur, oxygen, neon, aluminum. </w:t>
      </w:r>
    </w:p>
    <w:p w14:paraId="4F0949D2" w14:textId="77777777" w:rsidR="003945AA" w:rsidRP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720"/>
        <w:rPr>
          <w:rFonts w:ascii="Calibri" w:hAnsi="Calibri" w:cs="Book Antiqua"/>
        </w:rPr>
      </w:pPr>
    </w:p>
    <w:p w14:paraId="3261D628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Rank the following elements by increasing </w:t>
      </w:r>
      <w:r w:rsidR="00FD2D9A">
        <w:rPr>
          <w:rFonts w:ascii="Calibri" w:hAnsi="Calibri" w:cs="Book Antiqua"/>
        </w:rPr>
        <w:t>atomic radius</w:t>
      </w:r>
      <w:r w:rsidRPr="003945AA">
        <w:rPr>
          <w:rFonts w:ascii="Calibri" w:hAnsi="Calibri" w:cs="Book Antiqua"/>
        </w:rPr>
        <w:t xml:space="preserve">: sulfur, oxygen, neon, aluminum. </w:t>
      </w:r>
    </w:p>
    <w:p w14:paraId="139B0DE6" w14:textId="77777777" w:rsidR="003945AA" w:rsidRP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3E70DD36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What is the relationship between atomic radius and ionization energy? </w:t>
      </w:r>
    </w:p>
    <w:p w14:paraId="6D01C1EE" w14:textId="77777777" w:rsid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5F8585DA" w14:textId="77777777" w:rsidR="00DF2860" w:rsidRDefault="00DF2860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206CE120" w14:textId="77777777" w:rsidR="00DF2860" w:rsidRPr="003945AA" w:rsidRDefault="00DF2860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7779A7BE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Indicate whether the following properties increase or decrease from left to r</w:t>
      </w:r>
      <w:r>
        <w:rPr>
          <w:rFonts w:ascii="Calibri" w:hAnsi="Calibri" w:cs="Book Antiqua"/>
        </w:rPr>
        <w:t>ight across the periodic table.</w:t>
      </w:r>
    </w:p>
    <w:p w14:paraId="11250D9A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atomic</w:t>
      </w:r>
      <w:r w:rsidR="00FD2D9A">
        <w:rPr>
          <w:rFonts w:ascii="Calibri" w:hAnsi="Calibri" w:cs="Book Antiqua"/>
        </w:rPr>
        <w:t xml:space="preserve"> radius</w:t>
      </w:r>
    </w:p>
    <w:p w14:paraId="55877DDF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>
        <w:rPr>
          <w:rFonts w:ascii="Calibri" w:hAnsi="Calibri" w:cs="Book Antiqua"/>
        </w:rPr>
        <w:t>first ionization energy</w:t>
      </w:r>
    </w:p>
    <w:p w14:paraId="49F4C54E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>
        <w:rPr>
          <w:rFonts w:ascii="Calibri" w:hAnsi="Calibri" w:cs="Book Antiqua"/>
        </w:rPr>
        <w:t>electronegativity</w:t>
      </w:r>
      <w:r w:rsidR="00FD2D9A">
        <w:rPr>
          <w:rFonts w:ascii="Calibri" w:hAnsi="Calibri" w:cs="Book Antiqua"/>
        </w:rPr>
        <w:t xml:space="preserve"> (excluding noble gases)</w:t>
      </w:r>
    </w:p>
    <w:p w14:paraId="0C0555CE" w14:textId="77777777" w:rsidR="00DF2860" w:rsidRPr="003945AA" w:rsidRDefault="00DF2860" w:rsidP="00DF28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1440"/>
        <w:rPr>
          <w:rFonts w:ascii="Calibri" w:hAnsi="Calibri" w:cs="Book Antiqua"/>
        </w:rPr>
      </w:pPr>
    </w:p>
    <w:p w14:paraId="4E420D63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lastRenderedPageBreak/>
        <w:t>Circle the atom in each pair that has the largest atomic radius.</w:t>
      </w:r>
    </w:p>
    <w:p w14:paraId="570876D0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C60F77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7AC30052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Al or B</w:t>
      </w:r>
    </w:p>
    <w:p w14:paraId="25F0462C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Na or Al</w:t>
      </w:r>
    </w:p>
    <w:p w14:paraId="0DC0CD8B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S or O</w:t>
      </w:r>
    </w:p>
    <w:p w14:paraId="389A12E1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O or F</w:t>
      </w:r>
    </w:p>
    <w:p w14:paraId="09D32339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Br or Cl</w:t>
      </w:r>
    </w:p>
    <w:p w14:paraId="03FB0140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Mg or Ca</w:t>
      </w:r>
    </w:p>
    <w:p w14:paraId="4F6BA8ED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C60F77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703C5A2C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Circle the </w:t>
      </w:r>
      <w:r>
        <w:rPr>
          <w:rFonts w:ascii="Calibri" w:hAnsi="Calibri" w:cs="Book Antiqua"/>
        </w:rPr>
        <w:t>atom in each pair that has the greater ionization energy.</w:t>
      </w:r>
    </w:p>
    <w:p w14:paraId="565C2E2A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C60F77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963D58E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Li or Be</w:t>
      </w:r>
    </w:p>
    <w:p w14:paraId="76046952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Ca or Ba</w:t>
      </w:r>
    </w:p>
    <w:p w14:paraId="22496C99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Na or K</w:t>
      </w:r>
    </w:p>
    <w:p w14:paraId="75D7DC28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 xml:space="preserve">P or </w:t>
      </w:r>
      <w:proofErr w:type="spellStart"/>
      <w:r>
        <w:rPr>
          <w:rFonts w:ascii="Calibri" w:hAnsi="Calibri" w:cs="Book Antiqua"/>
        </w:rPr>
        <w:t>Ar</w:t>
      </w:r>
      <w:proofErr w:type="spellEnd"/>
    </w:p>
    <w:p w14:paraId="7525DBAC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Cl or Si</w:t>
      </w:r>
    </w:p>
    <w:p w14:paraId="48693A1D" w14:textId="77777777" w:rsidR="003945AA" w:rsidRP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Li or K</w:t>
      </w:r>
    </w:p>
    <w:p w14:paraId="07E74248" w14:textId="77777777" w:rsidR="003945AA" w:rsidRDefault="003945AA" w:rsidP="003945A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C60F77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4DE66C2B" w14:textId="77777777" w:rsidR="003945AA" w:rsidRPr="003945AA" w:rsidRDefault="003945AA" w:rsidP="003945A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 xml:space="preserve">Circle the atom </w:t>
      </w:r>
      <w:r w:rsidRPr="003945AA">
        <w:rPr>
          <w:rFonts w:ascii="Calibri" w:hAnsi="Calibri" w:cs="Book Antiqua"/>
        </w:rPr>
        <w:t xml:space="preserve">in each pair that has </w:t>
      </w:r>
      <w:r>
        <w:rPr>
          <w:rFonts w:ascii="Calibri" w:hAnsi="Calibri" w:cs="Book Antiqua"/>
        </w:rPr>
        <w:t>the greater electronegativity.</w:t>
      </w:r>
    </w:p>
    <w:p w14:paraId="1BD08750" w14:textId="77777777" w:rsid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C60F77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9E3CBCD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Ca or Ga</w:t>
      </w:r>
    </w:p>
    <w:p w14:paraId="230E32BE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Br or As</w:t>
      </w:r>
    </w:p>
    <w:p w14:paraId="72BD707F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Li or O</w:t>
      </w:r>
    </w:p>
    <w:p w14:paraId="6891B14B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 xml:space="preserve">Ba or </w:t>
      </w:r>
      <w:proofErr w:type="spellStart"/>
      <w:r>
        <w:rPr>
          <w:rFonts w:ascii="Calibri" w:hAnsi="Calibri" w:cs="Book Antiqua"/>
        </w:rPr>
        <w:t>Sr</w:t>
      </w:r>
      <w:proofErr w:type="spellEnd"/>
    </w:p>
    <w:p w14:paraId="384B7F82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Cl or S</w:t>
      </w:r>
    </w:p>
    <w:p w14:paraId="43678255" w14:textId="77777777" w:rsidR="00E53046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O or S</w:t>
      </w:r>
    </w:p>
    <w:p w14:paraId="74FFC421" w14:textId="77777777" w:rsidR="003945AA" w:rsidRDefault="003945AA" w:rsidP="003945AA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Times"/>
        </w:rPr>
        <w:sectPr w:rsidR="003945AA" w:rsidSect="00C60F77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2CD97697" w14:textId="77777777" w:rsidR="00C60F77" w:rsidRPr="00C60F77" w:rsidRDefault="00C60F77" w:rsidP="00C60F77">
      <w:pPr>
        <w:jc w:val="center"/>
        <w:rPr>
          <w:rFonts w:ascii="Calibri" w:hAnsi="Calibri"/>
          <w:i/>
          <w:sz w:val="36"/>
          <w:szCs w:val="44"/>
        </w:rPr>
      </w:pPr>
      <w:r w:rsidRPr="00C60F77">
        <w:rPr>
          <w:rFonts w:ascii="Calibri" w:hAnsi="Calibri"/>
          <w:i/>
          <w:sz w:val="36"/>
          <w:szCs w:val="44"/>
        </w:rPr>
        <w:t>Ionic Size and Reactivity</w:t>
      </w:r>
    </w:p>
    <w:p w14:paraId="2DA73973" w14:textId="77777777" w:rsidR="00C60F77" w:rsidRPr="00C60F77" w:rsidRDefault="00C60F77" w:rsidP="00C60F77">
      <w:pPr>
        <w:rPr>
          <w:rFonts w:ascii="Calibri" w:hAnsi="Calibri"/>
        </w:rPr>
      </w:pPr>
    </w:p>
    <w:p w14:paraId="0353CC45" w14:textId="77777777" w:rsidR="00C60F77" w:rsidRPr="00C60F77" w:rsidRDefault="00C60F77" w:rsidP="00C60F77">
      <w:p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Circle the atom with the LARGEST atomic radius.</w:t>
      </w:r>
    </w:p>
    <w:p w14:paraId="40D01E3A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  <w:sectPr w:rsidR="00C60F77" w:rsidRPr="00C60F77" w:rsidSect="00C60F77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0B246287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Li or B</w:t>
      </w:r>
    </w:p>
    <w:p w14:paraId="0DE49C27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 xml:space="preserve">V or </w:t>
      </w:r>
      <w:proofErr w:type="spellStart"/>
      <w:r w:rsidRPr="00C60F77">
        <w:rPr>
          <w:rFonts w:ascii="Calibri" w:hAnsi="Calibri"/>
          <w:sz w:val="22"/>
          <w:szCs w:val="22"/>
        </w:rPr>
        <w:t>Nb</w:t>
      </w:r>
      <w:proofErr w:type="spellEnd"/>
    </w:p>
    <w:p w14:paraId="1647461C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Fe or Fe</w:t>
      </w:r>
      <w:r w:rsidRPr="00C60F77">
        <w:rPr>
          <w:rFonts w:ascii="Calibri" w:hAnsi="Calibri"/>
          <w:sz w:val="22"/>
          <w:szCs w:val="22"/>
          <w:vertAlign w:val="superscript"/>
        </w:rPr>
        <w:t>+3</w:t>
      </w:r>
    </w:p>
    <w:p w14:paraId="47594DA7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S or S</w:t>
      </w:r>
      <w:r w:rsidRPr="00C60F77">
        <w:rPr>
          <w:rFonts w:ascii="Calibri" w:hAnsi="Calibri"/>
          <w:sz w:val="22"/>
          <w:szCs w:val="22"/>
          <w:vertAlign w:val="superscript"/>
        </w:rPr>
        <w:t>-2</w:t>
      </w:r>
    </w:p>
    <w:p w14:paraId="4804E353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 xml:space="preserve">K or </w:t>
      </w:r>
      <w:proofErr w:type="spellStart"/>
      <w:r w:rsidRPr="00C60F77">
        <w:rPr>
          <w:rFonts w:ascii="Calibri" w:hAnsi="Calibri"/>
          <w:sz w:val="22"/>
          <w:szCs w:val="22"/>
        </w:rPr>
        <w:t>Mn</w:t>
      </w:r>
      <w:proofErr w:type="spellEnd"/>
    </w:p>
    <w:p w14:paraId="7E91B0F4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Na or Na</w:t>
      </w:r>
      <w:r w:rsidRPr="00C60F77">
        <w:rPr>
          <w:rFonts w:ascii="Calibri" w:hAnsi="Calibri"/>
          <w:sz w:val="22"/>
          <w:szCs w:val="22"/>
          <w:vertAlign w:val="superscript"/>
        </w:rPr>
        <w:t>+1</w:t>
      </w:r>
    </w:p>
    <w:p w14:paraId="363E7D9F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N or N</w:t>
      </w:r>
      <w:r w:rsidRPr="00C60F77">
        <w:rPr>
          <w:rFonts w:ascii="Calibri" w:hAnsi="Calibri"/>
          <w:sz w:val="22"/>
          <w:szCs w:val="22"/>
          <w:vertAlign w:val="superscript"/>
        </w:rPr>
        <w:t>-3</w:t>
      </w:r>
    </w:p>
    <w:p w14:paraId="166615B4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Ni or Mo</w:t>
      </w:r>
    </w:p>
    <w:p w14:paraId="655B652B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  <w:sectPr w:rsidR="00C60F77" w:rsidRPr="00C60F77" w:rsidSect="00C60F77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14:paraId="7E450719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</w:p>
    <w:p w14:paraId="392E3A2D" w14:textId="77777777" w:rsidR="00C60F77" w:rsidRPr="00C60F77" w:rsidRDefault="00C60F77" w:rsidP="00C60F77">
      <w:p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Circle the MOST REACTIVE atom.</w:t>
      </w:r>
    </w:p>
    <w:p w14:paraId="3D7A9FFF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  <w:sectPr w:rsidR="00C60F77" w:rsidRPr="00C60F77" w:rsidSect="00C60F77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458D6B3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proofErr w:type="spellStart"/>
      <w:r w:rsidRPr="00C60F77">
        <w:rPr>
          <w:rFonts w:ascii="Calibri" w:hAnsi="Calibri"/>
          <w:sz w:val="22"/>
          <w:szCs w:val="22"/>
        </w:rPr>
        <w:t>Sc</w:t>
      </w:r>
      <w:proofErr w:type="spellEnd"/>
      <w:r w:rsidRPr="00C60F77">
        <w:rPr>
          <w:rFonts w:ascii="Calibri" w:hAnsi="Calibri"/>
          <w:sz w:val="22"/>
          <w:szCs w:val="22"/>
        </w:rPr>
        <w:t xml:space="preserve"> or V</w:t>
      </w:r>
    </w:p>
    <w:p w14:paraId="7F315B6D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Na or Cs</w:t>
      </w:r>
    </w:p>
    <w:p w14:paraId="238D72F7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C or S</w:t>
      </w:r>
    </w:p>
    <w:p w14:paraId="048025B5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P or Kr</w:t>
      </w:r>
    </w:p>
    <w:p w14:paraId="4333382B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Br or F</w:t>
      </w:r>
    </w:p>
    <w:p w14:paraId="1EFE91EE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Ru or Cd</w:t>
      </w:r>
    </w:p>
    <w:p w14:paraId="273115CE" w14:textId="77777777" w:rsidR="00C60F77" w:rsidRPr="00C60F77" w:rsidRDefault="00C60F77" w:rsidP="00C60F7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N or Ne</w:t>
      </w:r>
    </w:p>
    <w:p w14:paraId="211E381C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  <w:sectPr w:rsidR="00C60F77" w:rsidRPr="00C60F77" w:rsidSect="00C60F77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14:paraId="1F5B4D76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</w:p>
    <w:p w14:paraId="0CB75FB1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</w:p>
    <w:p w14:paraId="71DEC923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Sr</w:t>
      </w:r>
      <w:r w:rsidRPr="00C60F77">
        <w:rPr>
          <w:rFonts w:ascii="Calibri" w:hAnsi="Calibri"/>
          <w:sz w:val="22"/>
          <w:szCs w:val="22"/>
          <w:vertAlign w:val="superscript"/>
        </w:rPr>
        <w:t>+2</w:t>
      </w:r>
      <w:r w:rsidRPr="00C60F77">
        <w:rPr>
          <w:rFonts w:ascii="Calibri" w:hAnsi="Calibri"/>
          <w:sz w:val="22"/>
          <w:szCs w:val="22"/>
        </w:rPr>
        <w:t xml:space="preserve"> has a smaller atomic radius than </w:t>
      </w:r>
      <w:proofErr w:type="spellStart"/>
      <w:r w:rsidRPr="00C60F77">
        <w:rPr>
          <w:rFonts w:ascii="Calibri" w:hAnsi="Calibri"/>
          <w:sz w:val="22"/>
          <w:szCs w:val="22"/>
        </w:rPr>
        <w:t>Sr</w:t>
      </w:r>
      <w:proofErr w:type="spellEnd"/>
      <w:r w:rsidRPr="00C60F77">
        <w:rPr>
          <w:rFonts w:ascii="Calibri" w:hAnsi="Calibri"/>
          <w:sz w:val="22"/>
          <w:szCs w:val="22"/>
        </w:rPr>
        <w:t xml:space="preserve"> because…</w:t>
      </w:r>
    </w:p>
    <w:p w14:paraId="0AD73AA1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</w:p>
    <w:p w14:paraId="5EB00CBE" w14:textId="77777777" w:rsidR="00C60F77" w:rsidRDefault="00C60F77" w:rsidP="00C60F77">
      <w:pPr>
        <w:rPr>
          <w:rFonts w:ascii="Calibri" w:hAnsi="Calibri"/>
          <w:sz w:val="22"/>
          <w:szCs w:val="22"/>
        </w:rPr>
      </w:pPr>
    </w:p>
    <w:p w14:paraId="0EF76B65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22E5AC51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</w:p>
    <w:p w14:paraId="60106A5A" w14:textId="77777777" w:rsidR="00C60F77" w:rsidRPr="00C60F77" w:rsidRDefault="00C60F77" w:rsidP="00C60F77">
      <w:pPr>
        <w:rPr>
          <w:rFonts w:ascii="Calibri" w:hAnsi="Calibri"/>
          <w:sz w:val="22"/>
          <w:szCs w:val="22"/>
        </w:rPr>
      </w:pPr>
    </w:p>
    <w:p w14:paraId="626DE43A" w14:textId="014AA707" w:rsidR="00C60F77" w:rsidRPr="00C60F77" w:rsidRDefault="00C60F77" w:rsidP="00C60F77">
      <w:pPr>
        <w:rPr>
          <w:rFonts w:ascii="Calibri" w:hAnsi="Calibri"/>
          <w:sz w:val="22"/>
          <w:szCs w:val="22"/>
        </w:rPr>
      </w:pPr>
      <w:r w:rsidRPr="00C60F77">
        <w:rPr>
          <w:rFonts w:ascii="Calibri" w:hAnsi="Calibri"/>
          <w:sz w:val="22"/>
          <w:szCs w:val="22"/>
        </w:rPr>
        <w:t>Osmium (</w:t>
      </w:r>
      <w:proofErr w:type="spellStart"/>
      <w:r w:rsidRPr="00C60F77">
        <w:rPr>
          <w:rFonts w:ascii="Calibri" w:hAnsi="Calibri"/>
          <w:sz w:val="22"/>
          <w:szCs w:val="22"/>
        </w:rPr>
        <w:t>Os</w:t>
      </w:r>
      <w:proofErr w:type="spellEnd"/>
      <w:r w:rsidRPr="00C60F77">
        <w:rPr>
          <w:rFonts w:ascii="Calibri" w:hAnsi="Calibri"/>
          <w:sz w:val="22"/>
          <w:szCs w:val="22"/>
        </w:rPr>
        <w:t>) is more reactive than ruthenium (Ru) because…</w:t>
      </w:r>
    </w:p>
    <w:sectPr w:rsidR="00C60F77" w:rsidRPr="00C60F77" w:rsidSect="00C60F77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0000000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B07F4B"/>
    <w:multiLevelType w:val="hybridMultilevel"/>
    <w:tmpl w:val="508A3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1A30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A0E82"/>
    <w:multiLevelType w:val="hybridMultilevel"/>
    <w:tmpl w:val="8BEA3636"/>
    <w:lvl w:ilvl="0" w:tplc="00000002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637AE"/>
    <w:multiLevelType w:val="hybridMultilevel"/>
    <w:tmpl w:val="0B0E7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AA"/>
    <w:rsid w:val="000B489C"/>
    <w:rsid w:val="003945AA"/>
    <w:rsid w:val="003E0BEB"/>
    <w:rsid w:val="004B4E83"/>
    <w:rsid w:val="00AC5233"/>
    <w:rsid w:val="00BB79AA"/>
    <w:rsid w:val="00C60F77"/>
    <w:rsid w:val="00C918AE"/>
    <w:rsid w:val="00DF2860"/>
    <w:rsid w:val="00E53046"/>
    <w:rsid w:val="00FD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D52C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0</TotalTime>
  <Pages>2</Pages>
  <Words>215</Words>
  <Characters>1228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2017-11-17T14:48:00Z</cp:lastPrinted>
  <dcterms:created xsi:type="dcterms:W3CDTF">2017-11-17T16:49:00Z</dcterms:created>
  <dcterms:modified xsi:type="dcterms:W3CDTF">2017-11-17T16:49:00Z</dcterms:modified>
</cp:coreProperties>
</file>